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8501" w14:textId="77777777" w:rsidR="00281214" w:rsidRPr="00AF4834" w:rsidRDefault="00A36DE7" w:rsidP="0028121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  <w:t xml:space="preserve">            </w:t>
      </w:r>
      <w:r w:rsidRPr="00AF4834">
        <w:rPr>
          <w:rFonts w:ascii="Arial" w:hAnsi="Arial" w:cs="Arial"/>
          <w:sz w:val="24"/>
          <w:szCs w:val="24"/>
        </w:rPr>
        <w:t>I.</w:t>
      </w:r>
    </w:p>
    <w:p w14:paraId="3E8B3D59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7EBD4BD5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3F1315AD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5A336BE2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01BE955F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C37F5">
        <w:rPr>
          <w:rFonts w:ascii="Arial" w:hAnsi="Arial" w:cs="Arial"/>
          <w:bCs/>
          <w:sz w:val="22"/>
          <w:szCs w:val="22"/>
        </w:rPr>
        <w:t>č.</w:t>
      </w:r>
    </w:p>
    <w:p w14:paraId="07750FF1" w14:textId="7FCAB4EB" w:rsidR="005F003B" w:rsidRPr="00DF49B8" w:rsidRDefault="00A3526A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o Národní strategii umělé inteligence</w:t>
      </w:r>
      <w:r w:rsidR="00AF48F3">
        <w:rPr>
          <w:rFonts w:ascii="Arial" w:hAnsi="Arial" w:cs="Arial"/>
          <w:b/>
          <w:bCs/>
          <w:sz w:val="24"/>
          <w:szCs w:val="22"/>
        </w:rPr>
        <w:t xml:space="preserve"> Č</w:t>
      </w:r>
      <w:r w:rsidR="00C02DBD">
        <w:rPr>
          <w:rFonts w:ascii="Arial" w:hAnsi="Arial" w:cs="Arial"/>
          <w:b/>
          <w:bCs/>
          <w:sz w:val="24"/>
          <w:szCs w:val="22"/>
        </w:rPr>
        <w:t>eské republiky</w:t>
      </w:r>
      <w:r w:rsidR="00A76EDA">
        <w:rPr>
          <w:rFonts w:ascii="Arial" w:hAnsi="Arial" w:cs="Arial"/>
          <w:b/>
          <w:bCs/>
          <w:sz w:val="24"/>
          <w:szCs w:val="22"/>
        </w:rPr>
        <w:t xml:space="preserve"> 2030</w:t>
      </w:r>
    </w:p>
    <w:p w14:paraId="30F14D65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3432F90B" w14:textId="1E8B962E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E542D">
        <w:rPr>
          <w:rFonts w:ascii="Arial" w:hAnsi="Arial" w:cs="Arial"/>
          <w:b/>
          <w:sz w:val="22"/>
          <w:szCs w:val="22"/>
        </w:rPr>
      </w:r>
      <w:r w:rsidR="009E542D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9E542D">
        <w:rPr>
          <w:rStyle w:val="StylIChar0"/>
          <w:b/>
        </w:rPr>
      </w:r>
      <w:r w:rsidR="009E542D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A3526A">
        <w:rPr>
          <w:rStyle w:val="StylIChar0"/>
        </w:rPr>
        <w:t>Národní strategii umělé inteligence</w:t>
      </w:r>
      <w:r w:rsidR="00DA79C2">
        <w:rPr>
          <w:rStyle w:val="StylIChar0"/>
        </w:rPr>
        <w:t xml:space="preserve"> Č</w:t>
      </w:r>
      <w:r w:rsidR="00C02DBD">
        <w:rPr>
          <w:rStyle w:val="StylIChar0"/>
        </w:rPr>
        <w:t>eské republiky</w:t>
      </w:r>
      <w:r w:rsidR="00C00AF9">
        <w:rPr>
          <w:rStyle w:val="StylIChar0"/>
        </w:rPr>
        <w:t xml:space="preserve"> 2030</w:t>
      </w:r>
      <w:r w:rsidR="009B0127" w:rsidRPr="009B0127">
        <w:rPr>
          <w:rStyle w:val="StylIChar0"/>
        </w:rPr>
        <w:t>;</w:t>
      </w:r>
    </w:p>
    <w:p w14:paraId="2288F207" w14:textId="77777777" w:rsidR="00A3526A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E542D">
        <w:rPr>
          <w:rFonts w:ascii="Arial" w:hAnsi="Arial" w:cs="Arial"/>
          <w:b/>
          <w:sz w:val="22"/>
          <w:szCs w:val="22"/>
        </w:rPr>
      </w:r>
      <w:r w:rsidR="009E542D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063538">
        <w:rPr>
          <w:rFonts w:ascii="Arial" w:hAnsi="Arial" w:cs="Arial"/>
          <w:b/>
          <w:sz w:val="22"/>
          <w:szCs w:val="22"/>
        </w:rPr>
        <w:t xml:space="preserve">ukládá </w:t>
      </w:r>
    </w:p>
    <w:p w14:paraId="427843FF" w14:textId="512F5209" w:rsidR="00290360" w:rsidRPr="00290360" w:rsidRDefault="00A3526A" w:rsidP="00E97B41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9F699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="00063538">
        <w:rPr>
          <w:rFonts w:ascii="Arial" w:hAnsi="Arial" w:cs="Arial"/>
          <w:sz w:val="22"/>
          <w:szCs w:val="22"/>
        </w:rPr>
        <w:t>ministr</w:t>
      </w:r>
      <w:r w:rsidR="00820BB7">
        <w:rPr>
          <w:rFonts w:ascii="Arial" w:hAnsi="Arial" w:cs="Arial"/>
          <w:sz w:val="22"/>
          <w:szCs w:val="22"/>
        </w:rPr>
        <w:t xml:space="preserve">u </w:t>
      </w:r>
      <w:r w:rsidR="00063538">
        <w:rPr>
          <w:rFonts w:ascii="Arial" w:hAnsi="Arial" w:cs="Arial"/>
          <w:sz w:val="22"/>
          <w:szCs w:val="22"/>
        </w:rPr>
        <w:t>průmyslu a</w:t>
      </w:r>
      <w:r w:rsidR="00820BB7">
        <w:rPr>
          <w:rFonts w:ascii="Arial" w:hAnsi="Arial" w:cs="Arial"/>
          <w:sz w:val="22"/>
          <w:szCs w:val="22"/>
        </w:rPr>
        <w:t> </w:t>
      </w:r>
      <w:r w:rsidR="00063538">
        <w:rPr>
          <w:rFonts w:ascii="Arial" w:hAnsi="Arial" w:cs="Arial"/>
          <w:sz w:val="22"/>
          <w:szCs w:val="22"/>
        </w:rPr>
        <w:t>obchodu</w:t>
      </w:r>
      <w:r w:rsidR="00CE68E3">
        <w:rPr>
          <w:rFonts w:ascii="Arial" w:hAnsi="Arial" w:cs="Arial"/>
          <w:sz w:val="22"/>
          <w:szCs w:val="22"/>
        </w:rPr>
        <w:t xml:space="preserve"> </w:t>
      </w:r>
      <w:r w:rsidR="00537352">
        <w:rPr>
          <w:rStyle w:val="StylIChar0"/>
        </w:rPr>
        <w:t>zajistit koordinaci naplnění cílů uvedených v</w:t>
      </w:r>
      <w:r w:rsidR="00C02DBD">
        <w:rPr>
          <w:rStyle w:val="StylIChar0"/>
        </w:rPr>
        <w:t xml:space="preserve"> </w:t>
      </w:r>
      <w:r w:rsidR="00537352">
        <w:rPr>
          <w:rStyle w:val="StylIChar0"/>
        </w:rPr>
        <w:t>Národní Strategii umělé inteligence</w:t>
      </w:r>
      <w:r w:rsidR="00091134">
        <w:rPr>
          <w:rStyle w:val="StylIChar0"/>
        </w:rPr>
        <w:t> </w:t>
      </w:r>
      <w:r w:rsidR="00537352">
        <w:rPr>
          <w:rStyle w:val="StylIChar0"/>
        </w:rPr>
        <w:t>Č</w:t>
      </w:r>
      <w:r w:rsidR="00C27D85">
        <w:rPr>
          <w:rStyle w:val="StylIChar0"/>
        </w:rPr>
        <w:t>eské republiky</w:t>
      </w:r>
      <w:r w:rsidR="00181932">
        <w:rPr>
          <w:rStyle w:val="StylIChar0"/>
        </w:rPr>
        <w:t xml:space="preserve"> 2030</w:t>
      </w:r>
      <w:r w:rsidR="001A4D51">
        <w:rPr>
          <w:rStyle w:val="StylIChar0"/>
        </w:rPr>
        <w:t>;</w:t>
      </w:r>
    </w:p>
    <w:p w14:paraId="3250DA04" w14:textId="1F6AF8EA" w:rsidR="007359AB" w:rsidRDefault="00A3526A" w:rsidP="007359AB">
      <w:pPr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9F699E">
        <w:rPr>
          <w:rFonts w:ascii="Arial" w:hAnsi="Arial" w:cs="Arial"/>
          <w:sz w:val="22"/>
          <w:szCs w:val="22"/>
        </w:rPr>
        <w:t>2</w:t>
      </w:r>
      <w:r w:rsidR="007359AB">
        <w:rPr>
          <w:rFonts w:ascii="Arial" w:hAnsi="Arial" w:cs="Arial"/>
          <w:sz w:val="22"/>
          <w:szCs w:val="22"/>
        </w:rPr>
        <w:tab/>
        <w:t xml:space="preserve">gestorům klíčových oblastí Národní strategie umělé inteligence ČR 2030 koordinovat, monitorovat a zajišťovat naplňování cílů v příslušných oblastech </w:t>
      </w:r>
    </w:p>
    <w:p w14:paraId="1AD57437" w14:textId="5FAA0670" w:rsidR="00290360" w:rsidRPr="007359AB" w:rsidRDefault="007359AB" w:rsidP="007359AB">
      <w:pPr>
        <w:spacing w:after="240"/>
        <w:ind w:left="705" w:hanging="70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3526A">
        <w:rPr>
          <w:rFonts w:ascii="Arial" w:hAnsi="Arial" w:cs="Arial"/>
          <w:b/>
          <w:sz w:val="22"/>
          <w:szCs w:val="22"/>
        </w:rPr>
        <w:tab/>
      </w:r>
      <w:r w:rsidR="00290360" w:rsidRPr="00290360">
        <w:rPr>
          <w:rFonts w:ascii="Arial" w:hAnsi="Arial" w:cs="Arial"/>
          <w:sz w:val="22"/>
          <w:szCs w:val="22"/>
        </w:rPr>
        <w:t xml:space="preserve">členům vlády </w:t>
      </w:r>
      <w:r w:rsidR="00290360">
        <w:rPr>
          <w:rFonts w:ascii="Arial" w:hAnsi="Arial" w:cs="Arial"/>
          <w:sz w:val="22"/>
          <w:szCs w:val="22"/>
        </w:rPr>
        <w:t>spolupracovat na plnění cílů Národní strategie umělé inteligence</w:t>
      </w:r>
      <w:r w:rsidR="00B73564">
        <w:rPr>
          <w:rFonts w:ascii="Arial" w:hAnsi="Arial" w:cs="Arial"/>
          <w:sz w:val="22"/>
          <w:szCs w:val="22"/>
        </w:rPr>
        <w:t> </w:t>
      </w:r>
      <w:r w:rsidR="00290360">
        <w:rPr>
          <w:rFonts w:ascii="Arial" w:hAnsi="Arial" w:cs="Arial"/>
          <w:sz w:val="22"/>
          <w:szCs w:val="22"/>
        </w:rPr>
        <w:t>Č</w:t>
      </w:r>
      <w:r w:rsidR="009E542D">
        <w:rPr>
          <w:rFonts w:ascii="Arial" w:hAnsi="Arial" w:cs="Arial"/>
          <w:sz w:val="22"/>
          <w:szCs w:val="22"/>
        </w:rPr>
        <w:t>eské republiky</w:t>
      </w:r>
      <w:r w:rsidR="00181932">
        <w:rPr>
          <w:rFonts w:ascii="Arial" w:hAnsi="Arial" w:cs="Arial"/>
          <w:sz w:val="22"/>
          <w:szCs w:val="22"/>
        </w:rPr>
        <w:t> 2030</w:t>
      </w:r>
      <w:r w:rsidR="00B73564">
        <w:rPr>
          <w:rFonts w:ascii="Arial" w:hAnsi="Arial" w:cs="Arial"/>
          <w:sz w:val="22"/>
          <w:szCs w:val="22"/>
        </w:rPr>
        <w:t>;</w:t>
      </w:r>
    </w:p>
    <w:p w14:paraId="09D82F03" w14:textId="1A338135" w:rsidR="00DF49B8" w:rsidRDefault="007359AB" w:rsidP="00BE0924">
      <w:pPr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3526A">
        <w:rPr>
          <w:rFonts w:ascii="Arial" w:hAnsi="Arial" w:cs="Arial"/>
          <w:b/>
          <w:sz w:val="22"/>
          <w:szCs w:val="22"/>
        </w:rPr>
        <w:tab/>
      </w:r>
      <w:r w:rsidR="00A3526A" w:rsidRPr="00A3526A">
        <w:rPr>
          <w:rFonts w:ascii="Arial" w:hAnsi="Arial" w:cs="Arial"/>
          <w:sz w:val="22"/>
          <w:szCs w:val="22"/>
        </w:rPr>
        <w:t>předsed</w:t>
      </w:r>
      <w:r w:rsidR="00AF73D8">
        <w:rPr>
          <w:rFonts w:ascii="Arial" w:hAnsi="Arial" w:cs="Arial"/>
          <w:sz w:val="22"/>
          <w:szCs w:val="22"/>
        </w:rPr>
        <w:t xml:space="preserve">kyni Akademie věd ČR, </w:t>
      </w:r>
      <w:r w:rsidR="00AF73D8" w:rsidRPr="00A3526A">
        <w:rPr>
          <w:rFonts w:ascii="Arial" w:hAnsi="Arial" w:cs="Arial"/>
          <w:sz w:val="22"/>
          <w:szCs w:val="22"/>
        </w:rPr>
        <w:t>předsed</w:t>
      </w:r>
      <w:r w:rsidR="001C06CE">
        <w:rPr>
          <w:rFonts w:ascii="Arial" w:hAnsi="Arial" w:cs="Arial"/>
          <w:sz w:val="22"/>
          <w:szCs w:val="22"/>
        </w:rPr>
        <w:t>ovi</w:t>
      </w:r>
      <w:r w:rsidR="00A3526A" w:rsidRPr="00A3526A">
        <w:rPr>
          <w:rFonts w:ascii="Arial" w:hAnsi="Arial" w:cs="Arial"/>
          <w:sz w:val="22"/>
          <w:szCs w:val="22"/>
        </w:rPr>
        <w:t xml:space="preserve"> Grantové agentury ČR, předsedovi Technologické agentury ČR a vedoucím ostatních ústředních orgánů státní správy </w:t>
      </w:r>
      <w:r w:rsidR="009E542D">
        <w:rPr>
          <w:rFonts w:ascii="Arial" w:hAnsi="Arial" w:cs="Arial"/>
          <w:sz w:val="22"/>
          <w:szCs w:val="22"/>
        </w:rPr>
        <w:t>spolupracovat na</w:t>
      </w:r>
      <w:r w:rsidR="00A3526A" w:rsidRPr="00A3526A">
        <w:rPr>
          <w:rFonts w:ascii="Arial" w:hAnsi="Arial" w:cs="Arial"/>
          <w:sz w:val="22"/>
          <w:szCs w:val="22"/>
        </w:rPr>
        <w:t xml:space="preserve"> </w:t>
      </w:r>
      <w:r w:rsidR="009E542D">
        <w:rPr>
          <w:rFonts w:ascii="Arial" w:hAnsi="Arial" w:cs="Arial"/>
          <w:sz w:val="22"/>
          <w:szCs w:val="22"/>
        </w:rPr>
        <w:t xml:space="preserve">plnění cílů </w:t>
      </w:r>
      <w:r w:rsidR="00A3526A" w:rsidRPr="00A3526A">
        <w:rPr>
          <w:rFonts w:ascii="Arial" w:hAnsi="Arial" w:cs="Arial"/>
          <w:sz w:val="22"/>
          <w:szCs w:val="22"/>
        </w:rPr>
        <w:t>Národní strategie umělé inteligence</w:t>
      </w:r>
      <w:r w:rsidR="00DA79C2">
        <w:rPr>
          <w:rFonts w:ascii="Arial" w:hAnsi="Arial" w:cs="Arial"/>
          <w:sz w:val="22"/>
          <w:szCs w:val="22"/>
        </w:rPr>
        <w:t xml:space="preserve"> Č</w:t>
      </w:r>
      <w:r w:rsidR="009E542D">
        <w:rPr>
          <w:rFonts w:ascii="Arial" w:hAnsi="Arial" w:cs="Arial"/>
          <w:sz w:val="22"/>
          <w:szCs w:val="22"/>
        </w:rPr>
        <w:t xml:space="preserve">eské republiky </w:t>
      </w:r>
      <w:r w:rsidR="00181932">
        <w:rPr>
          <w:rFonts w:ascii="Arial" w:hAnsi="Arial" w:cs="Arial"/>
          <w:sz w:val="22"/>
          <w:szCs w:val="22"/>
        </w:rPr>
        <w:t>2030</w:t>
      </w:r>
      <w:r w:rsidR="00A3526A" w:rsidRPr="00A3526A">
        <w:rPr>
          <w:rFonts w:ascii="Arial" w:hAnsi="Arial" w:cs="Arial"/>
          <w:sz w:val="22"/>
          <w:szCs w:val="22"/>
        </w:rPr>
        <w:t>.</w:t>
      </w:r>
    </w:p>
    <w:p w14:paraId="45902F13" w14:textId="77777777" w:rsidR="00BE0924" w:rsidRPr="00C21031" w:rsidRDefault="00BE0924" w:rsidP="00BE0924">
      <w:pPr>
        <w:spacing w:after="240"/>
        <w:ind w:left="705" w:hanging="705"/>
        <w:jc w:val="both"/>
        <w:rPr>
          <w:rFonts w:ascii="Arial" w:hAnsi="Arial" w:cs="Arial"/>
          <w:b/>
          <w:sz w:val="22"/>
          <w:szCs w:val="22"/>
        </w:rPr>
      </w:pPr>
    </w:p>
    <w:p w14:paraId="476AD374" w14:textId="77777777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9E542D">
        <w:rPr>
          <w:rFonts w:ascii="Arial" w:hAnsi="Arial" w:cs="Arial"/>
          <w:b/>
          <w:sz w:val="22"/>
          <w:szCs w:val="22"/>
          <w:u w:val="single"/>
        </w:rPr>
      </w:r>
      <w:r w:rsidR="009E542D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683EE407" w14:textId="77777777"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členové vlády</w:t>
      </w:r>
    </w:p>
    <w:p w14:paraId="4FBEC70B" w14:textId="77777777"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</w:t>
      </w:r>
      <w:r w:rsidR="00C61061">
        <w:rPr>
          <w:rFonts w:ascii="Arial" w:hAnsi="Arial" w:cs="Arial"/>
          <w:bCs/>
          <w:sz w:val="22"/>
          <w:szCs w:val="22"/>
        </w:rPr>
        <w:t>kyně</w:t>
      </w:r>
      <w:r>
        <w:rPr>
          <w:rFonts w:ascii="Arial" w:hAnsi="Arial" w:cs="Arial"/>
          <w:bCs/>
          <w:sz w:val="22"/>
          <w:szCs w:val="22"/>
        </w:rPr>
        <w:t xml:space="preserve"> Akademie věd ČR</w:t>
      </w:r>
    </w:p>
    <w:p w14:paraId="64E6DD6A" w14:textId="77777777" w:rsidR="00C61061" w:rsidRDefault="00C61061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předsedkyně Grantové agentury ČR</w:t>
      </w:r>
    </w:p>
    <w:p w14:paraId="07C92558" w14:textId="77777777"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Technologické agentury ČR</w:t>
      </w:r>
    </w:p>
    <w:p w14:paraId="4AAA61C8" w14:textId="77777777"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vedoucí ostatních ústředních orgánů státní správy</w:t>
      </w:r>
    </w:p>
    <w:p w14:paraId="05761412" w14:textId="77777777" w:rsidR="00C21031" w:rsidRDefault="00C21031" w:rsidP="005F003B">
      <w:pPr>
        <w:jc w:val="both"/>
        <w:rPr>
          <w:rFonts w:ascii="Arial" w:hAnsi="Arial" w:cs="Arial"/>
          <w:bCs/>
          <w:sz w:val="22"/>
          <w:szCs w:val="22"/>
        </w:rPr>
      </w:pPr>
    </w:p>
    <w:p w14:paraId="1DECA4EC" w14:textId="77777777" w:rsidR="00DA79C2" w:rsidRDefault="00DA79C2" w:rsidP="00063538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C720ED7" w14:textId="77777777" w:rsidR="005F44AA" w:rsidRDefault="005F44AA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7359AB">
        <w:rPr>
          <w:rFonts w:ascii="Arial" w:hAnsi="Arial" w:cs="Arial"/>
          <w:bCs/>
          <w:sz w:val="22"/>
          <w:szCs w:val="22"/>
        </w:rPr>
        <w:t>prof. PhDr. Petr Fiala, Ph.D., LL.M.</w:t>
      </w:r>
    </w:p>
    <w:p w14:paraId="3072DD73" w14:textId="11D75204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7971" w14:textId="77777777" w:rsidR="00B7431B" w:rsidRDefault="00B7431B">
      <w:r>
        <w:separator/>
      </w:r>
    </w:p>
  </w:endnote>
  <w:endnote w:type="continuationSeparator" w:id="0">
    <w:p w14:paraId="0ACAA055" w14:textId="77777777" w:rsidR="00B7431B" w:rsidRDefault="00B7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F951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154C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EA56A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418C" w14:textId="77777777" w:rsidR="00B7431B" w:rsidRDefault="00B7431B">
      <w:r>
        <w:separator/>
      </w:r>
    </w:p>
  </w:footnote>
  <w:footnote w:type="continuationSeparator" w:id="0">
    <w:p w14:paraId="57EA3D99" w14:textId="77777777" w:rsidR="00B7431B" w:rsidRDefault="00B7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D86E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1B6DCBC8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50C8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537352"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B04F322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F8F0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0EF73C9D"/>
    <w:multiLevelType w:val="hybridMultilevel"/>
    <w:tmpl w:val="3F40087A"/>
    <w:lvl w:ilvl="0" w:tplc="FD9A7F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6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"/>
  </w:num>
  <w:num w:numId="13">
    <w:abstractNumId w:val="8"/>
  </w:num>
  <w:num w:numId="14">
    <w:abstractNumId w:val="10"/>
  </w:num>
  <w:num w:numId="15">
    <w:abstractNumId w:val="16"/>
  </w:num>
  <w:num w:numId="16">
    <w:abstractNumId w:val="14"/>
  </w:num>
  <w:num w:numId="17">
    <w:abstractNumId w:val="1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6"/>
  </w:num>
  <w:num w:numId="23">
    <w:abstractNumId w:val="4"/>
  </w:num>
  <w:num w:numId="24">
    <w:abstractNumId w:val="19"/>
  </w:num>
  <w:num w:numId="25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F5"/>
    <w:rsid w:val="00000B9E"/>
    <w:rsid w:val="0000160C"/>
    <w:rsid w:val="00003F0B"/>
    <w:rsid w:val="00005ADC"/>
    <w:rsid w:val="00007676"/>
    <w:rsid w:val="00026DCF"/>
    <w:rsid w:val="00030915"/>
    <w:rsid w:val="00051514"/>
    <w:rsid w:val="000533B9"/>
    <w:rsid w:val="00054B6E"/>
    <w:rsid w:val="00060E7C"/>
    <w:rsid w:val="00063538"/>
    <w:rsid w:val="0006714E"/>
    <w:rsid w:val="00070F14"/>
    <w:rsid w:val="000746B8"/>
    <w:rsid w:val="00083346"/>
    <w:rsid w:val="00085A36"/>
    <w:rsid w:val="00091134"/>
    <w:rsid w:val="000924AF"/>
    <w:rsid w:val="000A5B09"/>
    <w:rsid w:val="000B7A34"/>
    <w:rsid w:val="000C0EB0"/>
    <w:rsid w:val="000C2072"/>
    <w:rsid w:val="000C41D5"/>
    <w:rsid w:val="000C45C1"/>
    <w:rsid w:val="000C71B6"/>
    <w:rsid w:val="000C7AE8"/>
    <w:rsid w:val="000E28FF"/>
    <w:rsid w:val="000E768A"/>
    <w:rsid w:val="000F6833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1932"/>
    <w:rsid w:val="00185649"/>
    <w:rsid w:val="00194FF5"/>
    <w:rsid w:val="001A4D51"/>
    <w:rsid w:val="001A76B7"/>
    <w:rsid w:val="001B083E"/>
    <w:rsid w:val="001B33A6"/>
    <w:rsid w:val="001B4BC0"/>
    <w:rsid w:val="001C06CE"/>
    <w:rsid w:val="001C5C99"/>
    <w:rsid w:val="001D388B"/>
    <w:rsid w:val="001D4F5B"/>
    <w:rsid w:val="001D5DBD"/>
    <w:rsid w:val="001E1C64"/>
    <w:rsid w:val="001F72EE"/>
    <w:rsid w:val="00207B29"/>
    <w:rsid w:val="00215F20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90360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274E4"/>
    <w:rsid w:val="003302A7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352"/>
    <w:rsid w:val="00537D2A"/>
    <w:rsid w:val="005550CC"/>
    <w:rsid w:val="0055617C"/>
    <w:rsid w:val="005604FA"/>
    <w:rsid w:val="00571CF5"/>
    <w:rsid w:val="00572A28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149F"/>
    <w:rsid w:val="005D488A"/>
    <w:rsid w:val="005D5FE3"/>
    <w:rsid w:val="005E2FA6"/>
    <w:rsid w:val="005E5AE9"/>
    <w:rsid w:val="005F003B"/>
    <w:rsid w:val="005F0714"/>
    <w:rsid w:val="005F44AA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5791"/>
    <w:rsid w:val="006764A5"/>
    <w:rsid w:val="006845BA"/>
    <w:rsid w:val="006941C8"/>
    <w:rsid w:val="006A23A8"/>
    <w:rsid w:val="006A3D67"/>
    <w:rsid w:val="006B5958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359AB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3DF5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0BB7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A0DA8"/>
    <w:rsid w:val="008A22E7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20629"/>
    <w:rsid w:val="00930430"/>
    <w:rsid w:val="00931DA5"/>
    <w:rsid w:val="00943B34"/>
    <w:rsid w:val="00947D02"/>
    <w:rsid w:val="00950BFA"/>
    <w:rsid w:val="00954D2A"/>
    <w:rsid w:val="009615A8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B0127"/>
    <w:rsid w:val="009D45D9"/>
    <w:rsid w:val="009E0F2A"/>
    <w:rsid w:val="009E542D"/>
    <w:rsid w:val="009E7404"/>
    <w:rsid w:val="009F2E6C"/>
    <w:rsid w:val="009F699E"/>
    <w:rsid w:val="00A00052"/>
    <w:rsid w:val="00A0291E"/>
    <w:rsid w:val="00A04AB8"/>
    <w:rsid w:val="00A077FD"/>
    <w:rsid w:val="00A115AD"/>
    <w:rsid w:val="00A11959"/>
    <w:rsid w:val="00A12F67"/>
    <w:rsid w:val="00A21DB1"/>
    <w:rsid w:val="00A30A58"/>
    <w:rsid w:val="00A329F1"/>
    <w:rsid w:val="00A3526A"/>
    <w:rsid w:val="00A36DE7"/>
    <w:rsid w:val="00A411FC"/>
    <w:rsid w:val="00A50CA0"/>
    <w:rsid w:val="00A55B86"/>
    <w:rsid w:val="00A57839"/>
    <w:rsid w:val="00A60204"/>
    <w:rsid w:val="00A76667"/>
    <w:rsid w:val="00A76EDA"/>
    <w:rsid w:val="00A846C9"/>
    <w:rsid w:val="00A91B85"/>
    <w:rsid w:val="00AA2C45"/>
    <w:rsid w:val="00AA4B22"/>
    <w:rsid w:val="00AB73D9"/>
    <w:rsid w:val="00AD07CD"/>
    <w:rsid w:val="00AD5228"/>
    <w:rsid w:val="00AE1FE9"/>
    <w:rsid w:val="00AE4EDB"/>
    <w:rsid w:val="00AF372A"/>
    <w:rsid w:val="00AF3B9C"/>
    <w:rsid w:val="00AF4834"/>
    <w:rsid w:val="00AF48F3"/>
    <w:rsid w:val="00AF73D8"/>
    <w:rsid w:val="00AF784D"/>
    <w:rsid w:val="00B00B70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47651"/>
    <w:rsid w:val="00B50765"/>
    <w:rsid w:val="00B669E2"/>
    <w:rsid w:val="00B70055"/>
    <w:rsid w:val="00B73564"/>
    <w:rsid w:val="00B7431B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C7E67"/>
    <w:rsid w:val="00BE0924"/>
    <w:rsid w:val="00BE5626"/>
    <w:rsid w:val="00BF2802"/>
    <w:rsid w:val="00BF2B33"/>
    <w:rsid w:val="00BF474B"/>
    <w:rsid w:val="00BF5D74"/>
    <w:rsid w:val="00C00AF9"/>
    <w:rsid w:val="00C02DBD"/>
    <w:rsid w:val="00C067D7"/>
    <w:rsid w:val="00C1637E"/>
    <w:rsid w:val="00C21031"/>
    <w:rsid w:val="00C241BE"/>
    <w:rsid w:val="00C24352"/>
    <w:rsid w:val="00C25983"/>
    <w:rsid w:val="00C27D85"/>
    <w:rsid w:val="00C31156"/>
    <w:rsid w:val="00C34B35"/>
    <w:rsid w:val="00C477A0"/>
    <w:rsid w:val="00C52127"/>
    <w:rsid w:val="00C52996"/>
    <w:rsid w:val="00C61061"/>
    <w:rsid w:val="00C61D7D"/>
    <w:rsid w:val="00C67FF5"/>
    <w:rsid w:val="00C817AE"/>
    <w:rsid w:val="00C90681"/>
    <w:rsid w:val="00C95934"/>
    <w:rsid w:val="00C97C00"/>
    <w:rsid w:val="00CA5BDE"/>
    <w:rsid w:val="00CB1300"/>
    <w:rsid w:val="00CB376A"/>
    <w:rsid w:val="00CB4FE9"/>
    <w:rsid w:val="00CB62AA"/>
    <w:rsid w:val="00CC37F5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46FAF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A79C2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97B41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EF29FD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182"/>
    <w:rsid w:val="00F52BB6"/>
    <w:rsid w:val="00F56077"/>
    <w:rsid w:val="00F57E2E"/>
    <w:rsid w:val="00F60916"/>
    <w:rsid w:val="00F72476"/>
    <w:rsid w:val="00F74F53"/>
    <w:rsid w:val="00F7639E"/>
    <w:rsid w:val="00F7715F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6FB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140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2024-05-15T12:06:00Z</dcterms:created>
  <dcterms:modified xsi:type="dcterms:W3CDTF">2024-05-15T12:06:00Z</dcterms:modified>
</cp:coreProperties>
</file>